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Subtle2"/>
        <w:tblW w:w="0" w:type="auto"/>
        <w:tblLayout w:type="fixed"/>
        <w:tblLook w:val="0620" w:firstRow="1" w:lastRow="0" w:firstColumn="0" w:lastColumn="0" w:noHBand="1" w:noVBand="1"/>
        <w:tblDescription w:val="First table contains invoice header information, company name and contact information, invoice title, number and date, and recipient billing and shipping contact information; second table contains comment or special instructions, and third table contains salesperson name, purchase order number, requisitioner, shipped via, free on-board point, and terms"/>
      </w:tblPr>
      <w:tblGrid>
        <w:gridCol w:w="5032"/>
        <w:gridCol w:w="5048"/>
      </w:tblGrid>
      <w:tr w:rsidR="008049DB" w14:paraId="318E836B" w14:textId="77777777" w:rsidTr="00DB60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0"/>
        </w:trPr>
        <w:tc>
          <w:tcPr>
            <w:tcW w:w="5032" w:type="dxa"/>
          </w:tcPr>
          <w:p w14:paraId="559BBA8F" w14:textId="3DA5D1A0" w:rsidR="008049DB" w:rsidRPr="00B37679" w:rsidRDefault="00B37679">
            <w:pPr>
              <w:pStyle w:val="Slogan"/>
              <w:rPr>
                <w:b/>
                <w:bCs/>
                <w:i w:val="0"/>
                <w:iCs/>
                <w:color w:val="E36C0A" w:themeColor="accent6" w:themeShade="BF"/>
                <w:sz w:val="36"/>
                <w:szCs w:val="36"/>
              </w:rPr>
            </w:pPr>
            <w:proofErr w:type="spellStart"/>
            <w:r w:rsidRPr="00B37679">
              <w:rPr>
                <w:b/>
                <w:bCs/>
                <w:i w:val="0"/>
                <w:iCs/>
                <w:color w:val="E36C0A" w:themeColor="accent6" w:themeShade="BF"/>
                <w:sz w:val="36"/>
                <w:szCs w:val="36"/>
              </w:rPr>
              <w:t>CraftOptions</w:t>
            </w:r>
            <w:proofErr w:type="spellEnd"/>
          </w:p>
          <w:p w14:paraId="5250E4CD" w14:textId="2512A2DD" w:rsidR="008049DB" w:rsidRDefault="00DB60F6">
            <w:r>
              <w:t>2273 Cartier Circle</w:t>
            </w:r>
          </w:p>
          <w:p w14:paraId="56FEBB1F" w14:textId="15ADEED3" w:rsidR="00DB60F6" w:rsidRDefault="00DB60F6">
            <w:r>
              <w:t>Colton, CA 92324</w:t>
            </w:r>
          </w:p>
          <w:p w14:paraId="4CAFC3C8" w14:textId="218B2D3D" w:rsidR="00DB60F6" w:rsidRDefault="00DB60F6">
            <w:r>
              <w:t>USA</w:t>
            </w:r>
          </w:p>
          <w:p w14:paraId="6A3E7C67" w14:textId="69D93E74" w:rsidR="008049DB" w:rsidRDefault="00DB60F6" w:rsidP="00DB60F6">
            <w:r>
              <w:t>508-872-0533</w:t>
            </w:r>
          </w:p>
        </w:tc>
        <w:tc>
          <w:tcPr>
            <w:tcW w:w="5048" w:type="dxa"/>
          </w:tcPr>
          <w:p w14:paraId="7A375A59" w14:textId="77777777" w:rsidR="008049DB" w:rsidRDefault="004A4740">
            <w:pPr>
              <w:pStyle w:val="Title"/>
            </w:pPr>
            <w:sdt>
              <w:sdtPr>
                <w:alias w:val="Invoice:"/>
                <w:tag w:val="Invoice:"/>
                <w:id w:val="205688853"/>
                <w:placeholder>
                  <w:docPart w:val="703E395A30E74541866481E05B35766F"/>
                </w:placeholder>
                <w:temporary/>
                <w:showingPlcHdr/>
                <w15:appearance w15:val="hidden"/>
              </w:sdtPr>
              <w:sdtEndPr/>
              <w:sdtContent>
                <w:r w:rsidR="00CE7F7E" w:rsidRPr="00B37679">
                  <w:rPr>
                    <w:color w:val="E36C0A" w:themeColor="accent6" w:themeShade="BF"/>
                  </w:rPr>
                  <w:t>INVOICE</w:t>
                </w:r>
              </w:sdtContent>
            </w:sdt>
          </w:p>
          <w:p w14:paraId="38920DDB" w14:textId="2800D3B2" w:rsidR="008049DB" w:rsidRDefault="004A4740">
            <w:pPr>
              <w:pStyle w:val="Heading2"/>
              <w:outlineLvl w:val="1"/>
            </w:pPr>
            <w:sdt>
              <w:sdtPr>
                <w:alias w:val="Invoice number:"/>
                <w:tag w:val="Invoice number:"/>
                <w:id w:val="674689995"/>
                <w:placeholder>
                  <w:docPart w:val="45BEABF699F34E7FB68BD509E892AE18"/>
                </w:placeholder>
                <w:temporary/>
                <w:showingPlcHdr/>
                <w15:appearance w15:val="hidden"/>
              </w:sdtPr>
              <w:sdtEndPr/>
              <w:sdtContent>
                <w:r w:rsidR="00CE7F7E">
                  <w:t>Invoice #</w:t>
                </w:r>
              </w:sdtContent>
            </w:sdt>
            <w:r w:rsidR="00CE7F7E">
              <w:t xml:space="preserve"> </w:t>
            </w:r>
            <w:r w:rsidR="00B37679">
              <w:t>1100</w:t>
            </w:r>
          </w:p>
          <w:p w14:paraId="562A5868" w14:textId="3A95140B" w:rsidR="008049DB" w:rsidRDefault="00B37679">
            <w:pPr>
              <w:pStyle w:val="Heading2"/>
              <w:outlineLvl w:val="1"/>
            </w:pPr>
            <w:r>
              <w:t>May 20</w:t>
            </w:r>
            <w:r w:rsidRPr="00B37679">
              <w:rPr>
                <w:vertAlign w:val="superscript"/>
              </w:rPr>
              <w:t>th</w:t>
            </w:r>
            <w:r>
              <w:t>, 2019</w:t>
            </w:r>
          </w:p>
        </w:tc>
      </w:tr>
      <w:tr w:rsidR="008049DB" w14:paraId="1EE69D0B" w14:textId="77777777" w:rsidTr="00907574">
        <w:trPr>
          <w:trHeight w:val="1440"/>
        </w:trPr>
        <w:tc>
          <w:tcPr>
            <w:tcW w:w="5032" w:type="dxa"/>
          </w:tcPr>
          <w:p w14:paraId="43548074" w14:textId="77777777" w:rsidR="008049DB" w:rsidRDefault="004A4740">
            <w:pPr>
              <w:pStyle w:val="Heading3"/>
              <w:outlineLvl w:val="2"/>
            </w:pPr>
            <w:sdt>
              <w:sdtPr>
                <w:alias w:val="To:"/>
                <w:tag w:val="To:"/>
                <w:id w:val="1990749598"/>
                <w:placeholder>
                  <w:docPart w:val="B3DFAC0A604545EC9D906EEFAFF9278F"/>
                </w:placeholder>
                <w:temporary/>
                <w:showingPlcHdr/>
                <w15:appearance w15:val="hidden"/>
              </w:sdtPr>
              <w:sdtEndPr/>
              <w:sdtContent>
                <w:r w:rsidR="00616194">
                  <w:t>To:</w:t>
                </w:r>
              </w:sdtContent>
            </w:sdt>
          </w:p>
          <w:p w14:paraId="26D95434" w14:textId="7A801CD0" w:rsidR="00607778" w:rsidRDefault="00DB60F6" w:rsidP="00607778">
            <w:r>
              <w:t>Paul</w:t>
            </w:r>
          </w:p>
          <w:p w14:paraId="1F99D014" w14:textId="27A1668E" w:rsidR="00607778" w:rsidRDefault="00607778">
            <w:r>
              <w:rPr>
                <w:rFonts w:ascii="Helvetica" w:hAnsi="Helvetica" w:cs="Helvetica"/>
                <w:color w:val="231F20"/>
                <w:sz w:val="21"/>
                <w:szCs w:val="21"/>
                <w:shd w:val="clear" w:color="auto" w:fill="F9F9F9"/>
              </w:rPr>
              <w:t>amalfiaantiqua@mai</w:t>
            </w:r>
            <w:bookmarkStart w:id="0" w:name="_GoBack"/>
            <w:bookmarkEnd w:id="0"/>
            <w:r>
              <w:rPr>
                <w:rFonts w:ascii="Helvetica" w:hAnsi="Helvetica" w:cs="Helvetica"/>
                <w:color w:val="231F20"/>
                <w:sz w:val="21"/>
                <w:szCs w:val="21"/>
                <w:shd w:val="clear" w:color="auto" w:fill="F9F9F9"/>
              </w:rPr>
              <w:t>l.com</w:t>
            </w:r>
          </w:p>
        </w:tc>
        <w:tc>
          <w:tcPr>
            <w:tcW w:w="5048" w:type="dxa"/>
          </w:tcPr>
          <w:p w14:paraId="6AD058EB" w14:textId="77777777" w:rsidR="008049DB" w:rsidRDefault="004A4740">
            <w:pPr>
              <w:pStyle w:val="Heading3"/>
              <w:outlineLvl w:val="2"/>
            </w:pPr>
            <w:sdt>
              <w:sdtPr>
                <w:alias w:val="Ship To:"/>
                <w:tag w:val="Ship To:"/>
                <w:id w:val="-1666934941"/>
                <w:placeholder>
                  <w:docPart w:val="1A81E86CAE724615B4B35CE023B43DF0"/>
                </w:placeholder>
                <w:temporary/>
                <w:showingPlcHdr/>
                <w15:appearance w15:val="hidden"/>
              </w:sdtPr>
              <w:sdtEndPr/>
              <w:sdtContent>
                <w:r w:rsidR="00616194">
                  <w:t>Ship To:</w:t>
                </w:r>
              </w:sdtContent>
            </w:sdt>
          </w:p>
          <w:p w14:paraId="092D035C" w14:textId="39C7B9C7" w:rsidR="00DB60F6" w:rsidRDefault="00B37679" w:rsidP="00DB60F6">
            <w:r>
              <w:t>Will be provided by the customer</w:t>
            </w:r>
          </w:p>
        </w:tc>
      </w:tr>
    </w:tbl>
    <w:p w14:paraId="20B04DC6" w14:textId="77777777" w:rsidR="00966901" w:rsidRDefault="00966901"/>
    <w:tbl>
      <w:tblPr>
        <w:tblStyle w:val="GridTable1Light"/>
        <w:tblW w:w="0" w:type="auto"/>
        <w:tblLayout w:type="fixed"/>
        <w:tblLook w:val="0620" w:firstRow="1" w:lastRow="0" w:firstColumn="0" w:lastColumn="0" w:noHBand="1" w:noVBand="1"/>
        <w:tblDescription w:val="First table is the main invoice table to enter Quantity, Description, Unit Price, and Total, and second table for Subtotal, Sales Tax, Shipping &amp; Handling charges, and Total Due"/>
      </w:tblPr>
      <w:tblGrid>
        <w:gridCol w:w="1817"/>
        <w:gridCol w:w="5108"/>
        <w:gridCol w:w="1797"/>
        <w:gridCol w:w="1348"/>
      </w:tblGrid>
      <w:tr w:rsidR="008049DB" w14:paraId="065D0B8F" w14:textId="77777777" w:rsidTr="00B376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tcW w:w="1817" w:type="dxa"/>
          </w:tcPr>
          <w:p w14:paraId="26A46D50" w14:textId="77777777" w:rsidR="008049DB" w:rsidRDefault="004A4740">
            <w:pPr>
              <w:pStyle w:val="Heading4"/>
              <w:outlineLvl w:val="3"/>
            </w:pPr>
            <w:sdt>
              <w:sdtPr>
                <w:alias w:val="Quantity:"/>
                <w:tag w:val="Quantity:"/>
                <w:id w:val="-1738312568"/>
                <w:placeholder>
                  <w:docPart w:val="0335629DE50244B2A3C4B278E5964E87"/>
                </w:placeholder>
                <w:temporary/>
                <w:showingPlcHdr/>
                <w15:appearance w15:val="hidden"/>
              </w:sdtPr>
              <w:sdtEndPr/>
              <w:sdtContent>
                <w:r w:rsidR="00934F6F">
                  <w:t>QUANTITY</w:t>
                </w:r>
              </w:sdtContent>
            </w:sdt>
          </w:p>
        </w:tc>
        <w:tc>
          <w:tcPr>
            <w:tcW w:w="5108" w:type="dxa"/>
          </w:tcPr>
          <w:p w14:paraId="0D025B60" w14:textId="77777777" w:rsidR="008049DB" w:rsidRDefault="004A4740">
            <w:pPr>
              <w:pStyle w:val="Heading4"/>
              <w:outlineLvl w:val="3"/>
            </w:pPr>
            <w:sdt>
              <w:sdtPr>
                <w:alias w:val="Description:"/>
                <w:tag w:val="Description:"/>
                <w:id w:val="1198742974"/>
                <w:placeholder>
                  <w:docPart w:val="9E8E79684A304910B7A19C0BA1242938"/>
                </w:placeholder>
                <w:temporary/>
                <w:showingPlcHdr/>
                <w15:appearance w15:val="hidden"/>
              </w:sdtPr>
              <w:sdtEndPr/>
              <w:sdtContent>
                <w:r w:rsidR="00934F6F">
                  <w:t>DESCRIPTION</w:t>
                </w:r>
              </w:sdtContent>
            </w:sdt>
          </w:p>
        </w:tc>
        <w:tc>
          <w:tcPr>
            <w:tcW w:w="1797" w:type="dxa"/>
          </w:tcPr>
          <w:p w14:paraId="2E782607" w14:textId="77777777" w:rsidR="008049DB" w:rsidRDefault="004A4740">
            <w:pPr>
              <w:pStyle w:val="Heading4"/>
              <w:outlineLvl w:val="3"/>
            </w:pPr>
            <w:sdt>
              <w:sdtPr>
                <w:alias w:val="Unit price:"/>
                <w:tag w:val="Unit price:"/>
                <w:id w:val="1604447165"/>
                <w:placeholder>
                  <w:docPart w:val="B4F3F5B9864A478C9FBC57D2682F49AC"/>
                </w:placeholder>
                <w:temporary/>
                <w:showingPlcHdr/>
                <w15:appearance w15:val="hidden"/>
              </w:sdtPr>
              <w:sdtEndPr/>
              <w:sdtContent>
                <w:r w:rsidR="00934F6F">
                  <w:t>UNIT PRICE</w:t>
                </w:r>
              </w:sdtContent>
            </w:sdt>
          </w:p>
        </w:tc>
        <w:tc>
          <w:tcPr>
            <w:tcW w:w="1348" w:type="dxa"/>
          </w:tcPr>
          <w:p w14:paraId="52579E34" w14:textId="77777777" w:rsidR="008049DB" w:rsidRDefault="004A4740">
            <w:pPr>
              <w:pStyle w:val="Heading4"/>
              <w:outlineLvl w:val="3"/>
            </w:pPr>
            <w:sdt>
              <w:sdtPr>
                <w:alias w:val="Total:"/>
                <w:tag w:val="Total:"/>
                <w:id w:val="-150831350"/>
                <w:placeholder>
                  <w:docPart w:val="FAA6DBF2FBE84ACC80C8392605322AB3"/>
                </w:placeholder>
                <w:temporary/>
                <w:showingPlcHdr/>
                <w15:appearance w15:val="hidden"/>
              </w:sdtPr>
              <w:sdtEndPr/>
              <w:sdtContent>
                <w:r w:rsidR="00934F6F">
                  <w:t>TOTAL</w:t>
                </w:r>
              </w:sdtContent>
            </w:sdt>
          </w:p>
        </w:tc>
      </w:tr>
      <w:tr w:rsidR="008049DB" w14:paraId="77E1F7F7" w14:textId="77777777" w:rsidTr="00B37679">
        <w:tc>
          <w:tcPr>
            <w:tcW w:w="1817" w:type="dxa"/>
          </w:tcPr>
          <w:p w14:paraId="3A91182F" w14:textId="7EF8A567" w:rsidR="008049DB" w:rsidRDefault="00B37679">
            <w:pPr>
              <w:pStyle w:val="Quantity"/>
            </w:pPr>
            <w:r>
              <w:t>500</w:t>
            </w:r>
          </w:p>
        </w:tc>
        <w:tc>
          <w:tcPr>
            <w:tcW w:w="5108" w:type="dxa"/>
          </w:tcPr>
          <w:p w14:paraId="1019377A" w14:textId="77777777" w:rsidR="008049DB" w:rsidRDefault="00B37679">
            <w:r>
              <w:t>Handmade Paper rose petals embedded white color</w:t>
            </w:r>
          </w:p>
          <w:p w14:paraId="6B59957E" w14:textId="2C2D88AE" w:rsidR="00B37679" w:rsidRDefault="00B37679">
            <w:r>
              <w:t>Size 10”x11”</w:t>
            </w:r>
          </w:p>
        </w:tc>
        <w:tc>
          <w:tcPr>
            <w:tcW w:w="1797" w:type="dxa"/>
          </w:tcPr>
          <w:p w14:paraId="66C8FB7B" w14:textId="5BBCBB84" w:rsidR="008049DB" w:rsidRDefault="00B37679">
            <w:pPr>
              <w:pStyle w:val="Amount"/>
            </w:pPr>
            <w:r>
              <w:t>(USD)$1.80</w:t>
            </w:r>
          </w:p>
        </w:tc>
        <w:tc>
          <w:tcPr>
            <w:tcW w:w="1348" w:type="dxa"/>
          </w:tcPr>
          <w:p w14:paraId="47648F80" w14:textId="1C4954EC" w:rsidR="008049DB" w:rsidRDefault="00B37679">
            <w:pPr>
              <w:pStyle w:val="Amount"/>
            </w:pPr>
            <w:r>
              <w:t>$900</w:t>
            </w:r>
          </w:p>
        </w:tc>
      </w:tr>
      <w:tr w:rsidR="008049DB" w14:paraId="039A15F7" w14:textId="77777777" w:rsidTr="00B37679">
        <w:tc>
          <w:tcPr>
            <w:tcW w:w="1817" w:type="dxa"/>
          </w:tcPr>
          <w:p w14:paraId="32F2B019" w14:textId="77777777" w:rsidR="008049DB" w:rsidRDefault="008049DB">
            <w:pPr>
              <w:pStyle w:val="Quantity"/>
            </w:pPr>
          </w:p>
        </w:tc>
        <w:tc>
          <w:tcPr>
            <w:tcW w:w="5108" w:type="dxa"/>
          </w:tcPr>
          <w:p w14:paraId="235A822E" w14:textId="77777777" w:rsidR="008049DB" w:rsidRDefault="008049DB"/>
        </w:tc>
        <w:tc>
          <w:tcPr>
            <w:tcW w:w="1797" w:type="dxa"/>
          </w:tcPr>
          <w:p w14:paraId="6240E30B" w14:textId="77777777" w:rsidR="008049DB" w:rsidRDefault="008049DB">
            <w:pPr>
              <w:pStyle w:val="Amount"/>
            </w:pPr>
          </w:p>
        </w:tc>
        <w:tc>
          <w:tcPr>
            <w:tcW w:w="1348" w:type="dxa"/>
          </w:tcPr>
          <w:p w14:paraId="6E531002" w14:textId="77777777" w:rsidR="008049DB" w:rsidRDefault="008049DB">
            <w:pPr>
              <w:pStyle w:val="Amount"/>
            </w:pPr>
          </w:p>
        </w:tc>
      </w:tr>
      <w:tr w:rsidR="008049DB" w14:paraId="3826E5C8" w14:textId="77777777" w:rsidTr="00B37679">
        <w:tc>
          <w:tcPr>
            <w:tcW w:w="1817" w:type="dxa"/>
          </w:tcPr>
          <w:p w14:paraId="4949544F" w14:textId="77777777" w:rsidR="008049DB" w:rsidRDefault="008049DB">
            <w:pPr>
              <w:pStyle w:val="Quantity"/>
            </w:pPr>
          </w:p>
        </w:tc>
        <w:tc>
          <w:tcPr>
            <w:tcW w:w="5108" w:type="dxa"/>
          </w:tcPr>
          <w:p w14:paraId="1D3441A7" w14:textId="77777777" w:rsidR="008049DB" w:rsidRDefault="008049DB"/>
        </w:tc>
        <w:tc>
          <w:tcPr>
            <w:tcW w:w="1797" w:type="dxa"/>
          </w:tcPr>
          <w:p w14:paraId="78C76D2B" w14:textId="77777777" w:rsidR="008049DB" w:rsidRDefault="008049DB">
            <w:pPr>
              <w:pStyle w:val="Amount"/>
            </w:pPr>
          </w:p>
        </w:tc>
        <w:tc>
          <w:tcPr>
            <w:tcW w:w="1348" w:type="dxa"/>
          </w:tcPr>
          <w:p w14:paraId="15B41218" w14:textId="77777777" w:rsidR="008049DB" w:rsidRDefault="008049DB">
            <w:pPr>
              <w:pStyle w:val="Amount"/>
            </w:pPr>
          </w:p>
        </w:tc>
      </w:tr>
      <w:tr w:rsidR="008049DB" w14:paraId="79AF55D5" w14:textId="77777777" w:rsidTr="00B37679">
        <w:tc>
          <w:tcPr>
            <w:tcW w:w="1817" w:type="dxa"/>
          </w:tcPr>
          <w:p w14:paraId="4749F2F0" w14:textId="77777777" w:rsidR="008049DB" w:rsidRDefault="008049DB">
            <w:pPr>
              <w:pStyle w:val="Quantity"/>
            </w:pPr>
          </w:p>
        </w:tc>
        <w:tc>
          <w:tcPr>
            <w:tcW w:w="5108" w:type="dxa"/>
          </w:tcPr>
          <w:p w14:paraId="7AF9AD63" w14:textId="77777777" w:rsidR="008049DB" w:rsidRDefault="008049DB"/>
        </w:tc>
        <w:tc>
          <w:tcPr>
            <w:tcW w:w="1797" w:type="dxa"/>
          </w:tcPr>
          <w:p w14:paraId="577DA4C0" w14:textId="77777777" w:rsidR="008049DB" w:rsidRDefault="008049DB">
            <w:pPr>
              <w:pStyle w:val="Amount"/>
            </w:pPr>
          </w:p>
        </w:tc>
        <w:tc>
          <w:tcPr>
            <w:tcW w:w="1348" w:type="dxa"/>
          </w:tcPr>
          <w:p w14:paraId="0A264846" w14:textId="77777777" w:rsidR="008049DB" w:rsidRDefault="008049DB">
            <w:pPr>
              <w:pStyle w:val="Amount"/>
            </w:pPr>
          </w:p>
        </w:tc>
      </w:tr>
      <w:tr w:rsidR="008049DB" w14:paraId="0A973CD4" w14:textId="77777777" w:rsidTr="00B37679">
        <w:tc>
          <w:tcPr>
            <w:tcW w:w="1817" w:type="dxa"/>
          </w:tcPr>
          <w:p w14:paraId="567CB341" w14:textId="77777777" w:rsidR="008049DB" w:rsidRDefault="008049DB">
            <w:pPr>
              <w:pStyle w:val="Quantity"/>
            </w:pPr>
          </w:p>
        </w:tc>
        <w:tc>
          <w:tcPr>
            <w:tcW w:w="5108" w:type="dxa"/>
          </w:tcPr>
          <w:p w14:paraId="08F5AD97" w14:textId="77777777" w:rsidR="008049DB" w:rsidRDefault="008049DB"/>
        </w:tc>
        <w:tc>
          <w:tcPr>
            <w:tcW w:w="1797" w:type="dxa"/>
          </w:tcPr>
          <w:p w14:paraId="54113FB0" w14:textId="77777777" w:rsidR="008049DB" w:rsidRDefault="008049DB">
            <w:pPr>
              <w:pStyle w:val="Amount"/>
            </w:pPr>
          </w:p>
        </w:tc>
        <w:tc>
          <w:tcPr>
            <w:tcW w:w="1348" w:type="dxa"/>
          </w:tcPr>
          <w:p w14:paraId="34C527DE" w14:textId="77777777" w:rsidR="008049DB" w:rsidRDefault="008049DB">
            <w:pPr>
              <w:pStyle w:val="Amount"/>
            </w:pPr>
          </w:p>
        </w:tc>
      </w:tr>
      <w:tr w:rsidR="008049DB" w14:paraId="29D69EB1" w14:textId="77777777" w:rsidTr="00B37679">
        <w:tc>
          <w:tcPr>
            <w:tcW w:w="1817" w:type="dxa"/>
          </w:tcPr>
          <w:p w14:paraId="670547F0" w14:textId="77777777" w:rsidR="008049DB" w:rsidRDefault="008049DB">
            <w:pPr>
              <w:pStyle w:val="Quantity"/>
            </w:pPr>
          </w:p>
        </w:tc>
        <w:tc>
          <w:tcPr>
            <w:tcW w:w="5108" w:type="dxa"/>
          </w:tcPr>
          <w:p w14:paraId="50A5A17F" w14:textId="77777777" w:rsidR="008049DB" w:rsidRDefault="008049DB"/>
        </w:tc>
        <w:tc>
          <w:tcPr>
            <w:tcW w:w="1797" w:type="dxa"/>
          </w:tcPr>
          <w:p w14:paraId="7D3160C5" w14:textId="77777777" w:rsidR="008049DB" w:rsidRDefault="008049DB">
            <w:pPr>
              <w:pStyle w:val="Amount"/>
            </w:pPr>
          </w:p>
        </w:tc>
        <w:tc>
          <w:tcPr>
            <w:tcW w:w="1348" w:type="dxa"/>
          </w:tcPr>
          <w:p w14:paraId="6A5A6B63" w14:textId="77777777" w:rsidR="008049DB" w:rsidRDefault="008049DB">
            <w:pPr>
              <w:pStyle w:val="Amount"/>
            </w:pPr>
          </w:p>
        </w:tc>
      </w:tr>
      <w:tr w:rsidR="008049DB" w14:paraId="7C90D9E1" w14:textId="77777777" w:rsidTr="00B37679">
        <w:tc>
          <w:tcPr>
            <w:tcW w:w="1817" w:type="dxa"/>
          </w:tcPr>
          <w:p w14:paraId="2992AB18" w14:textId="77777777" w:rsidR="008049DB" w:rsidRDefault="008049DB">
            <w:pPr>
              <w:pStyle w:val="Quantity"/>
            </w:pPr>
          </w:p>
        </w:tc>
        <w:tc>
          <w:tcPr>
            <w:tcW w:w="5108" w:type="dxa"/>
          </w:tcPr>
          <w:p w14:paraId="7ABA736F" w14:textId="77777777" w:rsidR="008049DB" w:rsidRDefault="008049DB"/>
        </w:tc>
        <w:tc>
          <w:tcPr>
            <w:tcW w:w="1797" w:type="dxa"/>
          </w:tcPr>
          <w:p w14:paraId="5DEB609C" w14:textId="77777777" w:rsidR="008049DB" w:rsidRDefault="008049DB">
            <w:pPr>
              <w:pStyle w:val="Amount"/>
            </w:pPr>
          </w:p>
        </w:tc>
        <w:tc>
          <w:tcPr>
            <w:tcW w:w="1348" w:type="dxa"/>
          </w:tcPr>
          <w:p w14:paraId="29E6211B" w14:textId="77777777" w:rsidR="008049DB" w:rsidRDefault="008049DB">
            <w:pPr>
              <w:pStyle w:val="Amount"/>
            </w:pPr>
          </w:p>
        </w:tc>
      </w:tr>
      <w:tr w:rsidR="008049DB" w14:paraId="35536CD6" w14:textId="77777777" w:rsidTr="00B37679">
        <w:tc>
          <w:tcPr>
            <w:tcW w:w="1817" w:type="dxa"/>
          </w:tcPr>
          <w:p w14:paraId="5C037B1B" w14:textId="77777777" w:rsidR="008049DB" w:rsidRDefault="008049DB">
            <w:pPr>
              <w:pStyle w:val="Quantity"/>
            </w:pPr>
          </w:p>
        </w:tc>
        <w:tc>
          <w:tcPr>
            <w:tcW w:w="5108" w:type="dxa"/>
          </w:tcPr>
          <w:p w14:paraId="0C96AA15" w14:textId="77777777" w:rsidR="008049DB" w:rsidRDefault="008049DB"/>
        </w:tc>
        <w:tc>
          <w:tcPr>
            <w:tcW w:w="1797" w:type="dxa"/>
          </w:tcPr>
          <w:p w14:paraId="0B0790FE" w14:textId="77777777" w:rsidR="008049DB" w:rsidRDefault="008049DB">
            <w:pPr>
              <w:pStyle w:val="Amount"/>
            </w:pPr>
          </w:p>
        </w:tc>
        <w:tc>
          <w:tcPr>
            <w:tcW w:w="1348" w:type="dxa"/>
          </w:tcPr>
          <w:p w14:paraId="3C521DF1" w14:textId="77777777" w:rsidR="008049DB" w:rsidRDefault="008049DB">
            <w:pPr>
              <w:pStyle w:val="Amount"/>
            </w:pPr>
          </w:p>
        </w:tc>
      </w:tr>
    </w:tbl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620" w:firstRow="1" w:lastRow="0" w:firstColumn="0" w:lastColumn="0" w:noHBand="1" w:noVBand="1"/>
        <w:tblDescription w:val="First table is the main invoice table to enter Quantity, Description, Unit Price, and Total, and second table for Subtotal, Sales Tax, Shipping &amp; Handling charges, and Total Due"/>
      </w:tblPr>
      <w:tblGrid>
        <w:gridCol w:w="1817"/>
        <w:gridCol w:w="6909"/>
        <w:gridCol w:w="1349"/>
      </w:tblGrid>
      <w:tr w:rsidR="008049DB" w14:paraId="1EACC908" w14:textId="77777777" w:rsidTr="009669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17" w:type="dxa"/>
          </w:tcPr>
          <w:p w14:paraId="5C830FC1" w14:textId="77777777" w:rsidR="008049DB" w:rsidRDefault="008049DB">
            <w:pPr>
              <w:spacing w:line="264" w:lineRule="auto"/>
            </w:pPr>
          </w:p>
        </w:tc>
        <w:sdt>
          <w:sdtPr>
            <w:alias w:val="Subtotal:"/>
            <w:tag w:val="Subtotal:"/>
            <w:id w:val="2136441839"/>
            <w:placeholder>
              <w:docPart w:val="EECAF22B9581404A903CF1362A7671B2"/>
            </w:placeholder>
            <w:temporary/>
            <w:showingPlcHdr/>
            <w15:appearance w15:val="hidden"/>
          </w:sdtPr>
          <w:sdtEndPr/>
          <w:sdtContent>
            <w:tc>
              <w:tcPr>
                <w:tcW w:w="6909" w:type="dxa"/>
                <w:tcBorders>
                  <w:right w:val="single" w:sz="4" w:space="0" w:color="A6A6A6" w:themeColor="background1" w:themeShade="A6"/>
                </w:tcBorders>
              </w:tcPr>
              <w:p w14:paraId="2B0039EE" w14:textId="77777777" w:rsidR="008049DB" w:rsidRDefault="00934F6F">
                <w:pPr>
                  <w:pStyle w:val="Heading2"/>
                  <w:spacing w:line="264" w:lineRule="auto"/>
                  <w:outlineLvl w:val="1"/>
                </w:pPr>
                <w:r>
                  <w:t>SUBTOTAL</w:t>
                </w:r>
              </w:p>
            </w:tc>
          </w:sdtContent>
        </w:sdt>
        <w:tc>
          <w:tcPr>
            <w:tcW w:w="1349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16" w:type="dxa"/>
              <w:right w:w="216" w:type="dxa"/>
            </w:tcMar>
          </w:tcPr>
          <w:p w14:paraId="42BB18A2" w14:textId="0ECB5FEA" w:rsidR="008049DB" w:rsidRDefault="00B37679">
            <w:pPr>
              <w:pStyle w:val="Amount"/>
              <w:spacing w:line="264" w:lineRule="auto"/>
            </w:pPr>
            <w:r>
              <w:t>$900</w:t>
            </w:r>
          </w:p>
        </w:tc>
      </w:tr>
      <w:tr w:rsidR="008049DB" w14:paraId="53F09A15" w14:textId="77777777" w:rsidTr="00966901">
        <w:tc>
          <w:tcPr>
            <w:tcW w:w="1817" w:type="dxa"/>
          </w:tcPr>
          <w:p w14:paraId="65A90B00" w14:textId="77777777" w:rsidR="008049DB" w:rsidRDefault="008049DB">
            <w:pPr>
              <w:spacing w:line="264" w:lineRule="auto"/>
            </w:pPr>
          </w:p>
        </w:tc>
        <w:tc>
          <w:tcPr>
            <w:tcW w:w="6909" w:type="dxa"/>
            <w:tcBorders>
              <w:right w:val="single" w:sz="4" w:space="0" w:color="A6A6A6" w:themeColor="background1" w:themeShade="A6"/>
            </w:tcBorders>
          </w:tcPr>
          <w:p w14:paraId="2117E9B3" w14:textId="77777777" w:rsidR="008049DB" w:rsidRDefault="004A4740">
            <w:pPr>
              <w:pStyle w:val="Heading2"/>
              <w:spacing w:line="264" w:lineRule="auto"/>
              <w:outlineLvl w:val="1"/>
            </w:pPr>
            <w:sdt>
              <w:sdtPr>
                <w:alias w:val="Sales tax:"/>
                <w:tag w:val="Sales tax:"/>
                <w:id w:val="-578517216"/>
                <w:placeholder>
                  <w:docPart w:val="B0DCEA2BB24244AAA1CF234B497ED928"/>
                </w:placeholder>
                <w:temporary/>
                <w:showingPlcHdr/>
                <w15:appearance w15:val="hidden"/>
              </w:sdtPr>
              <w:sdtEndPr/>
              <w:sdtContent>
                <w:r w:rsidR="00934F6F">
                  <w:t>SALES TAX</w:t>
                </w:r>
              </w:sdtContent>
            </w:sdt>
          </w:p>
        </w:tc>
        <w:tc>
          <w:tcPr>
            <w:tcW w:w="134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16" w:type="dxa"/>
              <w:right w:w="216" w:type="dxa"/>
            </w:tcMar>
          </w:tcPr>
          <w:p w14:paraId="2D6D44AE" w14:textId="2306E606" w:rsidR="008049DB" w:rsidRDefault="00B37679">
            <w:pPr>
              <w:pStyle w:val="Amount"/>
              <w:spacing w:line="264" w:lineRule="auto"/>
            </w:pPr>
            <w:r>
              <w:t>0%</w:t>
            </w:r>
          </w:p>
        </w:tc>
      </w:tr>
      <w:tr w:rsidR="008049DB" w14:paraId="7045C7FE" w14:textId="77777777" w:rsidTr="00966901">
        <w:tc>
          <w:tcPr>
            <w:tcW w:w="1817" w:type="dxa"/>
          </w:tcPr>
          <w:p w14:paraId="5053ED6C" w14:textId="77777777" w:rsidR="008049DB" w:rsidRDefault="008049DB">
            <w:pPr>
              <w:spacing w:line="264" w:lineRule="auto"/>
            </w:pPr>
          </w:p>
        </w:tc>
        <w:tc>
          <w:tcPr>
            <w:tcW w:w="6909" w:type="dxa"/>
            <w:tcBorders>
              <w:right w:val="single" w:sz="4" w:space="0" w:color="A6A6A6" w:themeColor="background1" w:themeShade="A6"/>
            </w:tcBorders>
          </w:tcPr>
          <w:p w14:paraId="3EC82140" w14:textId="77777777" w:rsidR="008049DB" w:rsidRDefault="004A4740">
            <w:pPr>
              <w:pStyle w:val="Heading2"/>
              <w:spacing w:line="264" w:lineRule="auto"/>
              <w:outlineLvl w:val="1"/>
            </w:pPr>
            <w:sdt>
              <w:sdtPr>
                <w:alias w:val="Shipping and handling:"/>
                <w:tag w:val="Shipping and handling:"/>
                <w:id w:val="-1692443947"/>
                <w:placeholder>
                  <w:docPart w:val="23E900307B834FFAA276F1E9FA03DD6E"/>
                </w:placeholder>
                <w:temporary/>
                <w:showingPlcHdr/>
                <w15:appearance w15:val="hidden"/>
              </w:sdtPr>
              <w:sdtEndPr/>
              <w:sdtContent>
                <w:r w:rsidR="00934F6F">
                  <w:t>SHIPPING &amp; HANDLING</w:t>
                </w:r>
              </w:sdtContent>
            </w:sdt>
          </w:p>
        </w:tc>
        <w:tc>
          <w:tcPr>
            <w:tcW w:w="134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16" w:type="dxa"/>
              <w:right w:w="216" w:type="dxa"/>
            </w:tcMar>
          </w:tcPr>
          <w:p w14:paraId="1EB06600" w14:textId="6211EBEF" w:rsidR="008049DB" w:rsidRDefault="00B37679">
            <w:pPr>
              <w:pStyle w:val="Amount"/>
              <w:spacing w:line="264" w:lineRule="auto"/>
            </w:pPr>
            <w:r>
              <w:t>0.00</w:t>
            </w:r>
          </w:p>
        </w:tc>
      </w:tr>
      <w:tr w:rsidR="008049DB" w14:paraId="654EF44A" w14:textId="77777777" w:rsidTr="00966901">
        <w:tc>
          <w:tcPr>
            <w:tcW w:w="1817" w:type="dxa"/>
          </w:tcPr>
          <w:p w14:paraId="40164BBE" w14:textId="77777777" w:rsidR="008049DB" w:rsidRDefault="008049DB">
            <w:pPr>
              <w:spacing w:line="264" w:lineRule="auto"/>
            </w:pPr>
          </w:p>
        </w:tc>
        <w:tc>
          <w:tcPr>
            <w:tcW w:w="6909" w:type="dxa"/>
            <w:tcBorders>
              <w:right w:val="single" w:sz="4" w:space="0" w:color="A6A6A6" w:themeColor="background1" w:themeShade="A6"/>
            </w:tcBorders>
          </w:tcPr>
          <w:p w14:paraId="3264843A" w14:textId="77777777" w:rsidR="008049DB" w:rsidRDefault="004A4740">
            <w:pPr>
              <w:pStyle w:val="Heading2"/>
              <w:spacing w:line="264" w:lineRule="auto"/>
              <w:outlineLvl w:val="1"/>
            </w:pPr>
            <w:sdt>
              <w:sdtPr>
                <w:alias w:val="Total due:"/>
                <w:tag w:val="Total due:"/>
                <w:id w:val="2003691622"/>
                <w:placeholder>
                  <w:docPart w:val="8E6177B57A08470D84C5CDB565FB7405"/>
                </w:placeholder>
                <w:temporary/>
                <w:showingPlcHdr/>
                <w15:appearance w15:val="hidden"/>
              </w:sdtPr>
              <w:sdtEndPr/>
              <w:sdtContent>
                <w:r w:rsidR="00934F6F">
                  <w:t>TOTAL due</w:t>
                </w:r>
              </w:sdtContent>
            </w:sdt>
          </w:p>
        </w:tc>
        <w:tc>
          <w:tcPr>
            <w:tcW w:w="134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16" w:type="dxa"/>
              <w:right w:w="216" w:type="dxa"/>
            </w:tcMar>
          </w:tcPr>
          <w:p w14:paraId="5531747E" w14:textId="5B2E0E93" w:rsidR="008049DB" w:rsidRDefault="00B37679">
            <w:pPr>
              <w:pStyle w:val="Amount"/>
              <w:spacing w:line="264" w:lineRule="auto"/>
            </w:pPr>
            <w:r>
              <w:t>$900</w:t>
            </w:r>
          </w:p>
        </w:tc>
      </w:tr>
    </w:tbl>
    <w:p w14:paraId="66E631F7" w14:textId="657472EC" w:rsidR="008049DB" w:rsidRDefault="004A4740">
      <w:pPr>
        <w:pStyle w:val="Instructions"/>
      </w:pPr>
      <w:sdt>
        <w:sdtPr>
          <w:alias w:val="If you have any questions concerning this invoice, contact:"/>
          <w:tag w:val="If you have any questions concerning this invoice, contact:"/>
          <w:id w:val="1546801935"/>
          <w:placeholder>
            <w:docPart w:val="B20A6856CEA84F488E329EBED07B88D1"/>
          </w:placeholder>
          <w:temporary/>
          <w:showingPlcHdr/>
          <w15:appearance w15:val="hidden"/>
        </w:sdtPr>
        <w:sdtEndPr/>
        <w:sdtContent>
          <w:r w:rsidR="00616194">
            <w:t>If you have any questions concerning this invoice</w:t>
          </w:r>
        </w:sdtContent>
      </w:sdt>
      <w:r w:rsidR="00616194">
        <w:t xml:space="preserve">, </w:t>
      </w:r>
    </w:p>
    <w:p w14:paraId="3F69B654" w14:textId="4821823F" w:rsidR="00DB60F6" w:rsidRDefault="00DB60F6">
      <w:pPr>
        <w:pStyle w:val="Instructions"/>
      </w:pPr>
      <w:r>
        <w:t>Feel free to contact us:</w:t>
      </w:r>
    </w:p>
    <w:p w14:paraId="488E7DE8" w14:textId="2AE832E3" w:rsidR="00DB60F6" w:rsidRDefault="00DB60F6">
      <w:pPr>
        <w:pStyle w:val="Instructions"/>
      </w:pPr>
      <w:r>
        <w:t>Bhakti Gupta</w:t>
      </w:r>
    </w:p>
    <w:p w14:paraId="28F4E90F" w14:textId="311D4AAE" w:rsidR="00DB60F6" w:rsidRDefault="00DB60F6">
      <w:pPr>
        <w:pStyle w:val="Instructions"/>
      </w:pPr>
      <w:hyperlink r:id="rId7" w:history="1">
        <w:r w:rsidRPr="008B5235">
          <w:rPr>
            <w:rStyle w:val="Hyperlink"/>
          </w:rPr>
          <w:t>bhakti@craftoptions.com</w:t>
        </w:r>
      </w:hyperlink>
    </w:p>
    <w:p w14:paraId="061C7397" w14:textId="3B4FF92B" w:rsidR="00DB60F6" w:rsidRDefault="00DB60F6">
      <w:pPr>
        <w:pStyle w:val="Instructions"/>
      </w:pPr>
      <w:r>
        <w:t>857-389-0533 (mobile)</w:t>
      </w:r>
    </w:p>
    <w:p w14:paraId="0616ADF5" w14:textId="0E8CEF07" w:rsidR="00DB60F6" w:rsidRDefault="00DB60F6">
      <w:pPr>
        <w:pStyle w:val="Instructions"/>
      </w:pPr>
      <w:r>
        <w:t>508-872-0533 (landline)</w:t>
      </w:r>
    </w:p>
    <w:p w14:paraId="2817B9A2" w14:textId="77777777" w:rsidR="00837ECD" w:rsidRPr="00837ECD" w:rsidRDefault="004A4740" w:rsidP="00837ECD">
      <w:pPr>
        <w:pStyle w:val="ThankYou"/>
      </w:pPr>
      <w:sdt>
        <w:sdtPr>
          <w:alias w:val="Thank your for your business:"/>
          <w:tag w:val="Thank your for your business:"/>
          <w:id w:val="1216170115"/>
          <w:placeholder>
            <w:docPart w:val="907ACD7C73A94D3BA755787110074B2E"/>
          </w:placeholder>
          <w:temporary/>
          <w:showingPlcHdr/>
          <w15:appearance w15:val="hidden"/>
        </w:sdtPr>
        <w:sdtEndPr/>
        <w:sdtContent>
          <w:r w:rsidR="00616194">
            <w:t>Thank you for your business!</w:t>
          </w:r>
        </w:sdtContent>
      </w:sdt>
    </w:p>
    <w:sectPr w:rsidR="00837ECD" w:rsidRPr="00837E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080" w:bottom="1008" w:left="108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420D7" w14:textId="77777777" w:rsidR="004A4740" w:rsidRDefault="004A4740">
      <w:pPr>
        <w:spacing w:line="240" w:lineRule="auto"/>
      </w:pPr>
      <w:r>
        <w:separator/>
      </w:r>
    </w:p>
  </w:endnote>
  <w:endnote w:type="continuationSeparator" w:id="0">
    <w:p w14:paraId="002DE951" w14:textId="77777777" w:rsidR="004A4740" w:rsidRDefault="004A47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D27B1" w14:textId="77777777" w:rsidR="00BB4862" w:rsidRDefault="00BB48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940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B879A1" w14:textId="77777777" w:rsidR="008049DB" w:rsidRDefault="006A373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3A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F5E24" w14:textId="77777777" w:rsidR="00BB4862" w:rsidRDefault="00BB48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3F97C" w14:textId="77777777" w:rsidR="004A4740" w:rsidRDefault="004A4740">
      <w:pPr>
        <w:spacing w:line="240" w:lineRule="auto"/>
      </w:pPr>
      <w:r>
        <w:separator/>
      </w:r>
    </w:p>
  </w:footnote>
  <w:footnote w:type="continuationSeparator" w:id="0">
    <w:p w14:paraId="22D88E52" w14:textId="77777777" w:rsidR="004A4740" w:rsidRDefault="004A47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6791C" w14:textId="77777777" w:rsidR="00BB4862" w:rsidRDefault="00BB48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FEB84" w14:textId="77777777" w:rsidR="00BB4862" w:rsidRDefault="00BB48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6AD38" w14:textId="77777777" w:rsidR="00BB4862" w:rsidRDefault="00BB48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CBC12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AA8B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C259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087E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3A70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564A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C401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BC83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903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B20C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79"/>
    <w:rsid w:val="00055AF8"/>
    <w:rsid w:val="002558FA"/>
    <w:rsid w:val="00323F56"/>
    <w:rsid w:val="003667F4"/>
    <w:rsid w:val="004A4740"/>
    <w:rsid w:val="00607778"/>
    <w:rsid w:val="00616194"/>
    <w:rsid w:val="006A3739"/>
    <w:rsid w:val="007577D4"/>
    <w:rsid w:val="00793AFB"/>
    <w:rsid w:val="007D3668"/>
    <w:rsid w:val="008049DB"/>
    <w:rsid w:val="00837ECD"/>
    <w:rsid w:val="00907574"/>
    <w:rsid w:val="00934F6F"/>
    <w:rsid w:val="00966901"/>
    <w:rsid w:val="00981A82"/>
    <w:rsid w:val="00A93410"/>
    <w:rsid w:val="00B37679"/>
    <w:rsid w:val="00B76A92"/>
    <w:rsid w:val="00BB4862"/>
    <w:rsid w:val="00BF2506"/>
    <w:rsid w:val="00C3067E"/>
    <w:rsid w:val="00CE7F7E"/>
    <w:rsid w:val="00CF07F2"/>
    <w:rsid w:val="00D934CD"/>
    <w:rsid w:val="00DB60F6"/>
    <w:rsid w:val="00E9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1AF10"/>
  <w15:chartTrackingRefBased/>
  <w15:docId w15:val="{DD68EBDA-04A3-44F9-84E4-420F394E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18"/>
        <w:szCs w:val="18"/>
        <w:lang w:val="en-US" w:eastAsia="ja-JP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67F4"/>
    <w:rPr>
      <w:spacing w:val="4"/>
    </w:rPr>
  </w:style>
  <w:style w:type="paragraph" w:styleId="Heading1">
    <w:name w:val="heading 1"/>
    <w:basedOn w:val="Normal"/>
    <w:link w:val="Heading1Char"/>
    <w:uiPriority w:val="1"/>
    <w:qFormat/>
    <w:pPr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link w:val="Heading2Char"/>
    <w:uiPriority w:val="1"/>
    <w:qFormat/>
    <w:pPr>
      <w:jc w:val="right"/>
      <w:outlineLvl w:val="1"/>
    </w:pPr>
    <w:rPr>
      <w:caps/>
    </w:rPr>
  </w:style>
  <w:style w:type="paragraph" w:styleId="Heading3">
    <w:name w:val="heading 3"/>
    <w:basedOn w:val="Normal"/>
    <w:link w:val="Heading3Char"/>
    <w:uiPriority w:val="1"/>
    <w:qFormat/>
    <w:pPr>
      <w:outlineLvl w:val="2"/>
    </w:pPr>
    <w:rPr>
      <w:b/>
      <w:caps/>
      <w:szCs w:val="16"/>
    </w:rPr>
  </w:style>
  <w:style w:type="paragraph" w:styleId="Heading4">
    <w:name w:val="heading 4"/>
    <w:basedOn w:val="Normal"/>
    <w:link w:val="Heading4Char"/>
    <w:uiPriority w:val="1"/>
    <w:unhideWhenUsed/>
    <w:qFormat/>
    <w:pPr>
      <w:keepNext/>
      <w:keepLines/>
      <w:jc w:val="center"/>
      <w:outlineLvl w:val="3"/>
    </w:pPr>
    <w:rPr>
      <w:rFonts w:asciiTheme="majorHAnsi" w:eastAsiaTheme="majorEastAsia" w:hAnsiTheme="majorHAnsi" w:cstheme="majorBidi"/>
      <w:b/>
      <w:iCs/>
      <w:caps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D934C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D934C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D934C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D934C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D934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934CD"/>
    <w:rPr>
      <w:b/>
      <w:bCs/>
      <w:caps w:val="0"/>
      <w:smallCaps/>
      <w:color w:val="365F91" w:themeColor="accent1" w:themeShade="BF"/>
      <w:spacing w:val="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hAnsiTheme="majorHAnsi" w:cs="Times New Roman"/>
      <w:b/>
      <w:sz w:val="24"/>
      <w:szCs w:val="18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Pr>
      <w:rFonts w:cs="Times New Roman"/>
      <w:caps/>
      <w:sz w:val="18"/>
      <w:szCs w:val="18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Pr>
      <w:rFonts w:cs="Times New Roman"/>
      <w:b/>
      <w:caps/>
      <w:sz w:val="18"/>
      <w:szCs w:val="16"/>
      <w:lang w:eastAsia="en-US"/>
    </w:rPr>
  </w:style>
  <w:style w:type="paragraph" w:customStyle="1" w:styleId="Amount">
    <w:name w:val="Amount"/>
    <w:basedOn w:val="Normal"/>
    <w:uiPriority w:val="6"/>
    <w:unhideWhenUsed/>
    <w:qFormat/>
    <w:pPr>
      <w:jc w:val="right"/>
    </w:pPr>
    <w:rPr>
      <w:szCs w:val="20"/>
    </w:rPr>
  </w:style>
  <w:style w:type="paragraph" w:customStyle="1" w:styleId="Instructions">
    <w:name w:val="Instructions"/>
    <w:basedOn w:val="Normal"/>
    <w:uiPriority w:val="8"/>
    <w:unhideWhenUsed/>
    <w:qFormat/>
    <w:pPr>
      <w:spacing w:before="240"/>
      <w:contextualSpacing/>
    </w:pPr>
  </w:style>
  <w:style w:type="paragraph" w:customStyle="1" w:styleId="Slogan">
    <w:name w:val="Slogan"/>
    <w:basedOn w:val="Normal"/>
    <w:uiPriority w:val="2"/>
    <w:qFormat/>
    <w:rsid w:val="00D934CD"/>
    <w:pPr>
      <w:spacing w:after="240"/>
    </w:pPr>
    <w:rPr>
      <w:i/>
      <w:color w:val="595959" w:themeColor="text1" w:themeTint="A6"/>
    </w:rPr>
  </w:style>
  <w:style w:type="paragraph" w:customStyle="1" w:styleId="ThankYou">
    <w:name w:val="Thank You"/>
    <w:basedOn w:val="Normal"/>
    <w:next w:val="Normal"/>
    <w:uiPriority w:val="9"/>
    <w:unhideWhenUsed/>
    <w:qFormat/>
    <w:pPr>
      <w:spacing w:before="600"/>
      <w:jc w:val="center"/>
    </w:pPr>
    <w:rPr>
      <w:b/>
      <w:caps/>
    </w:rPr>
  </w:style>
  <w:style w:type="paragraph" w:styleId="Title">
    <w:name w:val="Title"/>
    <w:basedOn w:val="Normal"/>
    <w:link w:val="TitleChar"/>
    <w:qFormat/>
    <w:rsid w:val="00D934CD"/>
    <w:pPr>
      <w:spacing w:after="400"/>
      <w:contextualSpacing/>
      <w:jc w:val="right"/>
    </w:pPr>
    <w:rPr>
      <w:rFonts w:asciiTheme="majorHAnsi" w:eastAsiaTheme="majorEastAsia" w:hAnsiTheme="majorHAnsi" w:cstheme="majorBidi"/>
      <w:b/>
      <w:caps/>
      <w:color w:val="595959" w:themeColor="text1" w:themeTint="A6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rsid w:val="003667F4"/>
    <w:rPr>
      <w:rFonts w:asciiTheme="majorHAnsi" w:eastAsiaTheme="majorEastAsia" w:hAnsiTheme="majorHAnsi" w:cstheme="majorBidi"/>
      <w:b/>
      <w:caps/>
      <w:color w:val="595959" w:themeColor="text1" w:themeTint="A6"/>
      <w:spacing w:val="4"/>
      <w:kern w:val="28"/>
      <w:sz w:val="40"/>
      <w:szCs w:val="56"/>
    </w:rPr>
  </w:style>
  <w:style w:type="table" w:styleId="TableGridLight">
    <w:name w:val="Grid Table Light"/>
    <w:basedOn w:val="TableNormal"/>
    <w:uiPriority w:val="4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sz w:val="18"/>
      <w:szCs w:val="18"/>
      <w:lang w:eastAsia="en-US"/>
    </w:rPr>
  </w:style>
  <w:style w:type="table" w:styleId="PlainTable1">
    <w:name w:val="Plain Table 1"/>
    <w:basedOn w:val="TableNormal"/>
    <w:uiPriority w:val="41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Quantity">
    <w:name w:val="Quantity"/>
    <w:basedOn w:val="Normal"/>
    <w:uiPriority w:val="5"/>
    <w:qFormat/>
    <w:pPr>
      <w:jc w:val="center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/>
      <w:iCs/>
      <w:caps/>
      <w:sz w:val="18"/>
      <w:szCs w:val="1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D934CD"/>
    <w:rPr>
      <w:rFonts w:asciiTheme="majorHAnsi" w:eastAsiaTheme="majorEastAsia" w:hAnsiTheme="majorHAnsi" w:cstheme="majorBidi"/>
      <w:color w:val="365F91" w:themeColor="accent1" w:themeShade="BF"/>
      <w:spacing w:val="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D934CD"/>
    <w:rPr>
      <w:rFonts w:asciiTheme="majorHAnsi" w:eastAsiaTheme="majorEastAsia" w:hAnsiTheme="majorHAnsi" w:cstheme="majorBidi"/>
      <w:color w:val="243F60" w:themeColor="accent1" w:themeShade="7F"/>
      <w:spacing w:val="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D934CD"/>
    <w:rPr>
      <w:rFonts w:asciiTheme="majorHAnsi" w:eastAsiaTheme="majorEastAsia" w:hAnsiTheme="majorHAnsi" w:cstheme="majorBidi"/>
      <w:i/>
      <w:iCs/>
      <w:color w:val="243F60" w:themeColor="accent1" w:themeShade="7F"/>
      <w:spacing w:val="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D934CD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D934CD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934C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D934C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934CD"/>
    <w:rPr>
      <w:i/>
      <w:iCs/>
      <w:color w:val="365F91" w:themeColor="accent1" w:themeShade="BF"/>
      <w:spacing w:val="4"/>
    </w:rPr>
  </w:style>
  <w:style w:type="paragraph" w:styleId="BlockText">
    <w:name w:val="Block Text"/>
    <w:basedOn w:val="Normal"/>
    <w:uiPriority w:val="99"/>
    <w:semiHidden/>
    <w:unhideWhenUsed/>
    <w:rsid w:val="00D934CD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34CD"/>
    <w:rPr>
      <w:color w:val="595959" w:themeColor="text1" w:themeTint="A6"/>
      <w:shd w:val="clear" w:color="auto" w:fill="E1DFDD"/>
    </w:rPr>
  </w:style>
  <w:style w:type="table" w:styleId="GridTable1Light">
    <w:name w:val="Grid Table 1 Light"/>
    <w:basedOn w:val="TableNormal"/>
    <w:uiPriority w:val="46"/>
    <w:rsid w:val="002558FA"/>
    <w:pPr>
      <w:spacing w:line="240" w:lineRule="auto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72" w:type="dxa"/>
        <w:left w:w="216" w:type="dxa"/>
        <w:bottom w:w="72" w:type="dxa"/>
        <w:right w:w="216" w:type="dxa"/>
      </w:tblCellMar>
    </w:tblPr>
    <w:tcPr>
      <w:vAlign w:val="center"/>
    </w:tcPr>
    <w:tblStylePr w:type="firstRow">
      <w:rPr>
        <w:b w:val="0"/>
        <w:bCs/>
        <w:i w:val="0"/>
      </w:rPr>
      <w:tblPr/>
      <w:tcPr>
        <w:tc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  <w:tl2br w:val="nil"/>
          <w:tr2bl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Subtle2">
    <w:name w:val="Table Subtle 2"/>
    <w:basedOn w:val="TableNormal"/>
    <w:uiPriority w:val="99"/>
    <w:rsid w:val="00907574"/>
    <w:tblPr/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008000" w:fill="auto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B60F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60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bhakti@craftoptions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hakti\AppData\Roaming\Microsoft\Templates\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3E395A30E74541866481E05B357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6DF54-F3CB-40DE-BEF0-D56FAF35D93E}"/>
      </w:docPartPr>
      <w:docPartBody>
        <w:p w:rsidR="00000000" w:rsidRDefault="005B0097">
          <w:pPr>
            <w:pStyle w:val="703E395A30E74541866481E05B35766F"/>
          </w:pPr>
          <w:r>
            <w:t>INVOICE</w:t>
          </w:r>
        </w:p>
      </w:docPartBody>
    </w:docPart>
    <w:docPart>
      <w:docPartPr>
        <w:name w:val="45BEABF699F34E7FB68BD509E892A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00F98-D437-4598-9514-8E3806FFA22D}"/>
      </w:docPartPr>
      <w:docPartBody>
        <w:p w:rsidR="00000000" w:rsidRDefault="005B0097">
          <w:pPr>
            <w:pStyle w:val="45BEABF699F34E7FB68BD509E892AE18"/>
          </w:pPr>
          <w:r>
            <w:t>Invoice #</w:t>
          </w:r>
        </w:p>
      </w:docPartBody>
    </w:docPart>
    <w:docPart>
      <w:docPartPr>
        <w:name w:val="B3DFAC0A604545EC9D906EEFAFF92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5ABA88-CDFD-4447-8E17-34E738E1C192}"/>
      </w:docPartPr>
      <w:docPartBody>
        <w:p w:rsidR="00000000" w:rsidRDefault="005B0097">
          <w:pPr>
            <w:pStyle w:val="B3DFAC0A604545EC9D906EEFAFF9278F"/>
          </w:pPr>
          <w:r>
            <w:t>To:</w:t>
          </w:r>
        </w:p>
      </w:docPartBody>
    </w:docPart>
    <w:docPart>
      <w:docPartPr>
        <w:name w:val="1A81E86CAE724615B4B35CE023B43D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A0E5F-436F-419A-BF2F-84308B8E218D}"/>
      </w:docPartPr>
      <w:docPartBody>
        <w:p w:rsidR="00000000" w:rsidRDefault="005B0097">
          <w:pPr>
            <w:pStyle w:val="1A81E86CAE724615B4B35CE023B43DF0"/>
          </w:pPr>
          <w:r>
            <w:t>Ship To:</w:t>
          </w:r>
        </w:p>
      </w:docPartBody>
    </w:docPart>
    <w:docPart>
      <w:docPartPr>
        <w:name w:val="0335629DE50244B2A3C4B278E5964E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23B06-6C32-498C-97E6-350E799FA294}"/>
      </w:docPartPr>
      <w:docPartBody>
        <w:p w:rsidR="00000000" w:rsidRDefault="005B0097">
          <w:pPr>
            <w:pStyle w:val="0335629DE50244B2A3C4B278E5964E87"/>
          </w:pPr>
          <w:r>
            <w:t>QUANTITY</w:t>
          </w:r>
        </w:p>
      </w:docPartBody>
    </w:docPart>
    <w:docPart>
      <w:docPartPr>
        <w:name w:val="9E8E79684A304910B7A19C0BA1242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14DB29-0379-44AB-88DE-FE3A28AAA8FB}"/>
      </w:docPartPr>
      <w:docPartBody>
        <w:p w:rsidR="00000000" w:rsidRDefault="005B0097">
          <w:pPr>
            <w:pStyle w:val="9E8E79684A304910B7A19C0BA1242938"/>
          </w:pPr>
          <w:r>
            <w:t>DESCRIPTION</w:t>
          </w:r>
        </w:p>
      </w:docPartBody>
    </w:docPart>
    <w:docPart>
      <w:docPartPr>
        <w:name w:val="B4F3F5B9864A478C9FBC57D2682F49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3F7363-0E45-4545-985E-BB3F5459A587}"/>
      </w:docPartPr>
      <w:docPartBody>
        <w:p w:rsidR="00000000" w:rsidRDefault="005B0097">
          <w:pPr>
            <w:pStyle w:val="B4F3F5B9864A478C9FBC57D2682F49AC"/>
          </w:pPr>
          <w:r>
            <w:t>UNIT PRICE</w:t>
          </w:r>
        </w:p>
      </w:docPartBody>
    </w:docPart>
    <w:docPart>
      <w:docPartPr>
        <w:name w:val="FAA6DBF2FBE84ACC80C8392605322A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63936-4916-4D45-BAA8-11E5B7A5CE4E}"/>
      </w:docPartPr>
      <w:docPartBody>
        <w:p w:rsidR="00000000" w:rsidRDefault="005B0097">
          <w:pPr>
            <w:pStyle w:val="FAA6DBF2FBE84ACC80C8392605322AB3"/>
          </w:pPr>
          <w:r>
            <w:t>TOTAL</w:t>
          </w:r>
        </w:p>
      </w:docPartBody>
    </w:docPart>
    <w:docPart>
      <w:docPartPr>
        <w:name w:val="EECAF22B9581404A903CF1362A7671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729AC-A17F-4F07-8200-B766E03D6CBE}"/>
      </w:docPartPr>
      <w:docPartBody>
        <w:p w:rsidR="00000000" w:rsidRDefault="005B0097">
          <w:pPr>
            <w:pStyle w:val="EECAF22B9581404A903CF1362A7671B2"/>
          </w:pPr>
          <w:r>
            <w:t>SUBTOTAL</w:t>
          </w:r>
        </w:p>
      </w:docPartBody>
    </w:docPart>
    <w:docPart>
      <w:docPartPr>
        <w:name w:val="B0DCEA2BB24244AAA1CF234B497ED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99790-55BD-48F0-ABF6-D41579A6A7F2}"/>
      </w:docPartPr>
      <w:docPartBody>
        <w:p w:rsidR="00000000" w:rsidRDefault="005B0097">
          <w:pPr>
            <w:pStyle w:val="B0DCEA2BB24244AAA1CF234B497ED928"/>
          </w:pPr>
          <w:r>
            <w:t>SALES TAX</w:t>
          </w:r>
        </w:p>
      </w:docPartBody>
    </w:docPart>
    <w:docPart>
      <w:docPartPr>
        <w:name w:val="23E900307B834FFAA276F1E9FA03DD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8A712-D53A-4396-B096-FF4697C80576}"/>
      </w:docPartPr>
      <w:docPartBody>
        <w:p w:rsidR="00000000" w:rsidRDefault="005B0097">
          <w:pPr>
            <w:pStyle w:val="23E900307B834FFAA276F1E9FA03DD6E"/>
          </w:pPr>
          <w:r>
            <w:t>SHIPPING &amp; HANDLING</w:t>
          </w:r>
        </w:p>
      </w:docPartBody>
    </w:docPart>
    <w:docPart>
      <w:docPartPr>
        <w:name w:val="8E6177B57A08470D84C5CDB565FB7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A256D-217E-48AC-AE75-249F54E6F9BE}"/>
      </w:docPartPr>
      <w:docPartBody>
        <w:p w:rsidR="00000000" w:rsidRDefault="005B0097">
          <w:pPr>
            <w:pStyle w:val="8E6177B57A08470D84C5CDB565FB7405"/>
          </w:pPr>
          <w:r>
            <w:t>TOTAL due</w:t>
          </w:r>
        </w:p>
      </w:docPartBody>
    </w:docPart>
    <w:docPart>
      <w:docPartPr>
        <w:name w:val="B20A6856CEA84F488E329EBED07B88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4666D-4B0A-4042-80BA-48768C182FC4}"/>
      </w:docPartPr>
      <w:docPartBody>
        <w:p w:rsidR="00000000" w:rsidRDefault="005B0097">
          <w:pPr>
            <w:pStyle w:val="B20A6856CEA84F488E329EBED07B88D1"/>
          </w:pPr>
          <w:r>
            <w:t>If you have any questions concerning this invoice</w:t>
          </w:r>
        </w:p>
      </w:docPartBody>
    </w:docPart>
    <w:docPart>
      <w:docPartPr>
        <w:name w:val="907ACD7C73A94D3BA755787110074B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A3C98-B5FD-4E67-BF2F-09B6D4AB4D2B}"/>
      </w:docPartPr>
      <w:docPartBody>
        <w:p w:rsidR="00000000" w:rsidRDefault="005B0097">
          <w:pPr>
            <w:pStyle w:val="907ACD7C73A94D3BA755787110074B2E"/>
          </w:pPr>
          <w:r>
            <w:t>Thank you for your business!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E3E"/>
    <w:rsid w:val="00336E3E"/>
    <w:rsid w:val="005B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5DBD26E363447A8FC8BF446C291584">
    <w:name w:val="C65DBD26E363447A8FC8BF446C291584"/>
  </w:style>
  <w:style w:type="paragraph" w:customStyle="1" w:styleId="F0AE1F3C9EE341BD9C7F95BE467BE6BC">
    <w:name w:val="F0AE1F3C9EE341BD9C7F95BE467BE6BC"/>
  </w:style>
  <w:style w:type="paragraph" w:customStyle="1" w:styleId="C66AFC9239E540D1B3A2EBC6494F5445">
    <w:name w:val="C66AFC9239E540D1B3A2EBC6494F5445"/>
  </w:style>
  <w:style w:type="paragraph" w:customStyle="1" w:styleId="9A319056DEEA450893C2B2CE01B561F9">
    <w:name w:val="9A319056DEEA450893C2B2CE01B561F9"/>
  </w:style>
  <w:style w:type="paragraph" w:customStyle="1" w:styleId="62927DD0F49D4462977D512FC1A13A56">
    <w:name w:val="62927DD0F49D4462977D512FC1A13A56"/>
  </w:style>
  <w:style w:type="paragraph" w:customStyle="1" w:styleId="8D5A40D022BE4E9D87833B8C7B004272">
    <w:name w:val="8D5A40D022BE4E9D87833B8C7B004272"/>
  </w:style>
  <w:style w:type="paragraph" w:customStyle="1" w:styleId="7ABECA2794444D618BD403FE50DFBB1E">
    <w:name w:val="7ABECA2794444D618BD403FE50DFBB1E"/>
  </w:style>
  <w:style w:type="paragraph" w:customStyle="1" w:styleId="71EF8A6055D2497C96D2B8A411FB8BF3">
    <w:name w:val="71EF8A6055D2497C96D2B8A411FB8BF3"/>
  </w:style>
  <w:style w:type="paragraph" w:customStyle="1" w:styleId="703E395A30E74541866481E05B35766F">
    <w:name w:val="703E395A30E74541866481E05B35766F"/>
  </w:style>
  <w:style w:type="paragraph" w:customStyle="1" w:styleId="45BEABF699F34E7FB68BD509E892AE18">
    <w:name w:val="45BEABF699F34E7FB68BD509E892AE18"/>
  </w:style>
  <w:style w:type="paragraph" w:customStyle="1" w:styleId="B61A176CBE244322B01922B1F4DF077B">
    <w:name w:val="B61A176CBE244322B01922B1F4DF077B"/>
  </w:style>
  <w:style w:type="paragraph" w:customStyle="1" w:styleId="F1AF2F18758D49B09489DAA3EC6A9317">
    <w:name w:val="F1AF2F18758D49B09489DAA3EC6A9317"/>
  </w:style>
  <w:style w:type="paragraph" w:customStyle="1" w:styleId="5C9F160095FA4E4085B84A609C0240D3">
    <w:name w:val="5C9F160095FA4E4085B84A609C0240D3"/>
  </w:style>
  <w:style w:type="paragraph" w:customStyle="1" w:styleId="B3DFAC0A604545EC9D906EEFAFF9278F">
    <w:name w:val="B3DFAC0A604545EC9D906EEFAFF9278F"/>
  </w:style>
  <w:style w:type="paragraph" w:customStyle="1" w:styleId="4267F5E528AA49D190A415B9517E4479">
    <w:name w:val="4267F5E528AA49D190A415B9517E4479"/>
  </w:style>
  <w:style w:type="paragraph" w:customStyle="1" w:styleId="BBDCF96898674A199D020892BAE2F18D">
    <w:name w:val="BBDCF96898674A199D020892BAE2F18D"/>
  </w:style>
  <w:style w:type="paragraph" w:customStyle="1" w:styleId="90AEC646FA48424D96EC3DC784AD055D">
    <w:name w:val="90AEC646FA48424D96EC3DC784AD055D"/>
  </w:style>
  <w:style w:type="paragraph" w:customStyle="1" w:styleId="05B5D26C0AC44025B40C4D310C2884B4">
    <w:name w:val="05B5D26C0AC44025B40C4D310C2884B4"/>
  </w:style>
  <w:style w:type="paragraph" w:customStyle="1" w:styleId="9F6E65B315A74DE8A92D107D9D148914">
    <w:name w:val="9F6E65B315A74DE8A92D107D9D148914"/>
  </w:style>
  <w:style w:type="paragraph" w:customStyle="1" w:styleId="EDCD430F166549B9AFDFE5A5CB84E252">
    <w:name w:val="EDCD430F166549B9AFDFE5A5CB84E252"/>
  </w:style>
  <w:style w:type="paragraph" w:customStyle="1" w:styleId="1A81E86CAE724615B4B35CE023B43DF0">
    <w:name w:val="1A81E86CAE724615B4B35CE023B43DF0"/>
  </w:style>
  <w:style w:type="paragraph" w:customStyle="1" w:styleId="C102B8D49FDC432EB7BC338409C46E9E">
    <w:name w:val="C102B8D49FDC432EB7BC338409C46E9E"/>
  </w:style>
  <w:style w:type="paragraph" w:customStyle="1" w:styleId="D08DEAFBAE4F4794A96FF393617A8331">
    <w:name w:val="D08DEAFBAE4F4794A96FF393617A8331"/>
  </w:style>
  <w:style w:type="paragraph" w:customStyle="1" w:styleId="8B9EC64F2C714475873E295D8CB851B8">
    <w:name w:val="8B9EC64F2C714475873E295D8CB851B8"/>
  </w:style>
  <w:style w:type="paragraph" w:customStyle="1" w:styleId="C2F339E6703647FFA517EF103CA7E358">
    <w:name w:val="C2F339E6703647FFA517EF103CA7E358"/>
  </w:style>
  <w:style w:type="paragraph" w:customStyle="1" w:styleId="7CD82178B9B444068C06A3CEED5AEE14">
    <w:name w:val="7CD82178B9B444068C06A3CEED5AEE14"/>
  </w:style>
  <w:style w:type="paragraph" w:customStyle="1" w:styleId="D57657B33CD14FAEBAAE2B049C0622ED">
    <w:name w:val="D57657B33CD14FAEBAAE2B049C0622ED"/>
  </w:style>
  <w:style w:type="paragraph" w:customStyle="1" w:styleId="7CF66AA2B532484799AA997A450BA1D8">
    <w:name w:val="7CF66AA2B532484799AA997A450BA1D8"/>
  </w:style>
  <w:style w:type="paragraph" w:customStyle="1" w:styleId="C2B9033DDDB24D93B462518D5CDC893B">
    <w:name w:val="C2B9033DDDB24D93B462518D5CDC893B"/>
  </w:style>
  <w:style w:type="paragraph" w:customStyle="1" w:styleId="2355FD7CBCFE424695AFFD019A2D2AFA">
    <w:name w:val="2355FD7CBCFE424695AFFD019A2D2AFA"/>
  </w:style>
  <w:style w:type="paragraph" w:customStyle="1" w:styleId="0E43485F013A442FA05F974AF912DE42">
    <w:name w:val="0E43485F013A442FA05F974AF912DE42"/>
  </w:style>
  <w:style w:type="paragraph" w:customStyle="1" w:styleId="2227F454F33D4491B7DE79615C61711E">
    <w:name w:val="2227F454F33D4491B7DE79615C61711E"/>
  </w:style>
  <w:style w:type="paragraph" w:customStyle="1" w:styleId="D14F140BB8844B8380D3B75FDB530B9D">
    <w:name w:val="D14F140BB8844B8380D3B75FDB530B9D"/>
  </w:style>
  <w:style w:type="paragraph" w:customStyle="1" w:styleId="1A0771501AE143BE961FEFE472AF6A80">
    <w:name w:val="1A0771501AE143BE961FEFE472AF6A80"/>
  </w:style>
  <w:style w:type="paragraph" w:customStyle="1" w:styleId="4C1DEFA1A2A24CD59AD59F7B6447C2F7">
    <w:name w:val="4C1DEFA1A2A24CD59AD59F7B6447C2F7"/>
  </w:style>
  <w:style w:type="paragraph" w:customStyle="1" w:styleId="A3BE279BAB1449B98821B0508D203A23">
    <w:name w:val="A3BE279BAB1449B98821B0508D203A23"/>
  </w:style>
  <w:style w:type="paragraph" w:customStyle="1" w:styleId="0335629DE50244B2A3C4B278E5964E87">
    <w:name w:val="0335629DE50244B2A3C4B278E5964E87"/>
  </w:style>
  <w:style w:type="paragraph" w:customStyle="1" w:styleId="9E8E79684A304910B7A19C0BA1242938">
    <w:name w:val="9E8E79684A304910B7A19C0BA1242938"/>
  </w:style>
  <w:style w:type="paragraph" w:customStyle="1" w:styleId="B4F3F5B9864A478C9FBC57D2682F49AC">
    <w:name w:val="B4F3F5B9864A478C9FBC57D2682F49AC"/>
  </w:style>
  <w:style w:type="paragraph" w:customStyle="1" w:styleId="FAA6DBF2FBE84ACC80C8392605322AB3">
    <w:name w:val="FAA6DBF2FBE84ACC80C8392605322AB3"/>
  </w:style>
  <w:style w:type="paragraph" w:customStyle="1" w:styleId="EECAF22B9581404A903CF1362A7671B2">
    <w:name w:val="EECAF22B9581404A903CF1362A7671B2"/>
  </w:style>
  <w:style w:type="paragraph" w:customStyle="1" w:styleId="B0DCEA2BB24244AAA1CF234B497ED928">
    <w:name w:val="B0DCEA2BB24244AAA1CF234B497ED928"/>
  </w:style>
  <w:style w:type="paragraph" w:customStyle="1" w:styleId="23E900307B834FFAA276F1E9FA03DD6E">
    <w:name w:val="23E900307B834FFAA276F1E9FA03DD6E"/>
  </w:style>
  <w:style w:type="paragraph" w:customStyle="1" w:styleId="8E6177B57A08470D84C5CDB565FB7405">
    <w:name w:val="8E6177B57A08470D84C5CDB565FB7405"/>
  </w:style>
  <w:style w:type="paragraph" w:customStyle="1" w:styleId="AD356F8FD31F4555AF5A1395650F41C9">
    <w:name w:val="AD356F8FD31F4555AF5A1395650F41C9"/>
  </w:style>
  <w:style w:type="paragraph" w:customStyle="1" w:styleId="0A6CD1B404804DB39F2B52B02EECA351">
    <w:name w:val="0A6CD1B404804DB39F2B52B02EECA351"/>
  </w:style>
  <w:style w:type="paragraph" w:customStyle="1" w:styleId="B20A6856CEA84F488E329EBED07B88D1">
    <w:name w:val="B20A6856CEA84F488E329EBED07B88D1"/>
  </w:style>
  <w:style w:type="paragraph" w:customStyle="1" w:styleId="7AC50E889E034A65A21ACA138DCB170A">
    <w:name w:val="7AC50E889E034A65A21ACA138DCB170A"/>
  </w:style>
  <w:style w:type="paragraph" w:customStyle="1" w:styleId="5B2D995DD42147F5B6B14F7D2562960D">
    <w:name w:val="5B2D995DD42147F5B6B14F7D2562960D"/>
  </w:style>
  <w:style w:type="paragraph" w:customStyle="1" w:styleId="C273CCF9A2C34F3B9F64C0695E21F8B2">
    <w:name w:val="C273CCF9A2C34F3B9F64C0695E21F8B2"/>
  </w:style>
  <w:style w:type="paragraph" w:customStyle="1" w:styleId="E9526435CA9445C4B3008A532EE5B14E">
    <w:name w:val="E9526435CA9445C4B3008A532EE5B14E"/>
  </w:style>
  <w:style w:type="paragraph" w:customStyle="1" w:styleId="907ACD7C73A94D3BA755787110074B2E">
    <w:name w:val="907ACD7C73A94D3BA755787110074B2E"/>
  </w:style>
  <w:style w:type="paragraph" w:customStyle="1" w:styleId="5C7B6E5C87B04BA3A17FB383A7CF6C5B">
    <w:name w:val="5C7B6E5C87B04BA3A17FB383A7CF6C5B"/>
    <w:rsid w:val="00336E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Invo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Invoice.dotx</Template>
  <TotalTime>17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bhakti gupta</dc:creator>
  <cp:keywords/>
  <dc:description/>
  <cp:lastModifiedBy>Bhakti Jain</cp:lastModifiedBy>
  <cp:revision>2</cp:revision>
  <dcterms:created xsi:type="dcterms:W3CDTF">2019-05-20T18:21:00Z</dcterms:created>
  <dcterms:modified xsi:type="dcterms:W3CDTF">2019-05-20T18:38:00Z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Anumol@vidyatech.com</vt:lpwstr>
  </property>
  <property fmtid="{D5CDD505-2E9C-101B-9397-08002B2CF9AE}" pid="5" name="MSIP_Label_f42aa342-8706-4288-bd11-ebb85995028c_SetDate">
    <vt:lpwstr>2018-06-18T10:24:25.0319325Z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